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1D" w:rsidRDefault="0090061D">
      <w:r>
        <w:t xml:space="preserve">                                                                                                                 </w:t>
      </w:r>
    </w:p>
    <w:p w:rsidR="0090061D" w:rsidRDefault="0090061D">
      <w:pPr>
        <w:spacing w:before="120"/>
        <w:jc w:val="center"/>
      </w:pPr>
      <w:r w:rsidRPr="00D8458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63.75pt;visibility:visible">
            <v:imagedata r:id="rId4" o:title="" grayscale="t"/>
          </v:shape>
        </w:pict>
      </w:r>
    </w:p>
    <w:p w:rsidR="0090061D" w:rsidRDefault="00900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90061D" w:rsidRDefault="009006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ЛИПОВСКОГО  СЕЛЬСКОГО ПОСЕЛЕНИЯ</w:t>
      </w:r>
    </w:p>
    <w:p w:rsidR="0090061D" w:rsidRDefault="00900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90061D" w:rsidRDefault="0090061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90061D" w:rsidRDefault="0090061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0061D" w:rsidRDefault="0090061D">
      <w:pPr>
        <w:jc w:val="both"/>
        <w:rPr>
          <w:b/>
          <w:sz w:val="28"/>
          <w:szCs w:val="28"/>
        </w:rPr>
      </w:pPr>
    </w:p>
    <w:p w:rsidR="0090061D" w:rsidRDefault="0090061D">
      <w:pPr>
        <w:rPr>
          <w:sz w:val="28"/>
          <w:szCs w:val="28"/>
        </w:rPr>
      </w:pPr>
      <w:r>
        <w:rPr>
          <w:sz w:val="28"/>
          <w:szCs w:val="28"/>
        </w:rPr>
        <w:t>от   13 мая   2021 года                                                                                      № 06</w:t>
      </w:r>
    </w:p>
    <w:p w:rsidR="0090061D" w:rsidRDefault="0090061D">
      <w:pPr>
        <w:rPr>
          <w:sz w:val="28"/>
          <w:szCs w:val="28"/>
        </w:rPr>
      </w:pPr>
    </w:p>
    <w:p w:rsidR="0090061D" w:rsidRDefault="0090061D">
      <w:pPr>
        <w:rPr>
          <w:sz w:val="28"/>
          <w:szCs w:val="28"/>
        </w:rPr>
      </w:pPr>
      <w:r>
        <w:rPr>
          <w:sz w:val="28"/>
          <w:szCs w:val="28"/>
        </w:rPr>
        <w:t>Об итогах исполнения бюджета</w:t>
      </w:r>
    </w:p>
    <w:p w:rsidR="0090061D" w:rsidRDefault="0090061D">
      <w:pPr>
        <w:rPr>
          <w:sz w:val="28"/>
          <w:szCs w:val="28"/>
        </w:rPr>
      </w:pPr>
      <w:r>
        <w:rPr>
          <w:sz w:val="28"/>
          <w:szCs w:val="28"/>
        </w:rPr>
        <w:t>Липовского сельского поселения</w:t>
      </w:r>
    </w:p>
    <w:p w:rsidR="0090061D" w:rsidRDefault="0090061D">
      <w:pPr>
        <w:rPr>
          <w:sz w:val="28"/>
          <w:szCs w:val="28"/>
        </w:rPr>
      </w:pPr>
      <w:r>
        <w:rPr>
          <w:sz w:val="28"/>
          <w:szCs w:val="28"/>
        </w:rPr>
        <w:t xml:space="preserve">Рославльского района Смоленской области </w:t>
      </w:r>
    </w:p>
    <w:p w:rsidR="0090061D" w:rsidRDefault="0090061D">
      <w:pPr>
        <w:rPr>
          <w:sz w:val="28"/>
          <w:szCs w:val="28"/>
        </w:rPr>
      </w:pPr>
      <w:r>
        <w:rPr>
          <w:sz w:val="28"/>
          <w:szCs w:val="28"/>
        </w:rPr>
        <w:t>за 2020год.</w:t>
      </w:r>
    </w:p>
    <w:p w:rsidR="0090061D" w:rsidRDefault="0090061D">
      <w:pPr>
        <w:rPr>
          <w:sz w:val="28"/>
          <w:szCs w:val="28"/>
        </w:rPr>
      </w:pPr>
    </w:p>
    <w:p w:rsidR="0090061D" w:rsidRDefault="0090061D">
      <w:pPr>
        <w:jc w:val="both"/>
        <w:rPr>
          <w:sz w:val="28"/>
          <w:szCs w:val="18"/>
        </w:rPr>
      </w:pPr>
      <w:r>
        <w:rPr>
          <w:sz w:val="28"/>
          <w:szCs w:val="18"/>
        </w:rPr>
        <w:t xml:space="preserve"> В соответствии  пунктом 7 статьи 81 , пунктом 5 статьи 264.2  Бюджетного кодекса  Российской Федерации, Уставом Липовского сельского поселения Рославльского района Смоленской области, Положением о бюджетном процессе в муниципальном образовании Липовского сельского поселения Рославльского района Смоленской области ,  Совет депутатов Липовского  сельского поселения Рославльского района Смоленской области</w:t>
      </w:r>
    </w:p>
    <w:p w:rsidR="0090061D" w:rsidRDefault="0090061D">
      <w:pPr>
        <w:jc w:val="both"/>
        <w:rPr>
          <w:sz w:val="28"/>
          <w:szCs w:val="18"/>
        </w:rPr>
      </w:pPr>
    </w:p>
    <w:p w:rsidR="0090061D" w:rsidRDefault="0090061D">
      <w:pPr>
        <w:rPr>
          <w:sz w:val="28"/>
          <w:szCs w:val="28"/>
        </w:rPr>
      </w:pPr>
    </w:p>
    <w:p w:rsidR="0090061D" w:rsidRDefault="0090061D">
      <w:pPr>
        <w:tabs>
          <w:tab w:val="left" w:pos="159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1.Утвердить отчет об исполнении бюджета Липовского сельского поселения Рославльского района Смоленской области ( далее- бюджет Липовского сельского поселения) за 2020 год  по доходам в сумме 11504,7 тыс.рублей , по расходам в сумме 12250,6 тыс. рублей,  с превышением расходов над доходами  (дефицит   бюджета ) в сумме 745,9 тыс. рублей.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Утвердить исполнение бюджета Липовского сельского поселения Рославльского района Смоленской области за 2020 год: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бюджета Липовского сельского поселения   согласно приложению  1  ;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-по объему поступлений доходов в  бюджет Липовского сельского поселения за исключением безвозмездных поступлений  согласно приложению 2;</w:t>
      </w:r>
      <w:bookmarkStart w:id="0" w:name="_GoBack"/>
      <w:bookmarkEnd w:id="0"/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-по объему  безвозмездных поступлений в доход  бюджета Липовского сельского поселения согласно приложению  3 ;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 расходной части бюджета Липовского сельского поселения согласно приложениям 4,5,6,7 .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3.Утвердить отчет об использовании  бюджетных ассигнований   резервного фонда согласно приложению  8 к настоящему решению.</w:t>
      </w:r>
    </w:p>
    <w:p w:rsidR="0090061D" w:rsidRDefault="0090061D">
      <w:pPr>
        <w:tabs>
          <w:tab w:val="left" w:pos="159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отчет об использовании бюджетных ассигнований муниципального дорожного фонда Липовского сельского поселения Рославльского района Смоленской области согласно приложения 9 .</w:t>
      </w:r>
    </w:p>
    <w:p w:rsidR="0090061D" w:rsidRDefault="0090061D">
      <w:pPr>
        <w:jc w:val="both"/>
        <w:rPr>
          <w:sz w:val="28"/>
          <w:szCs w:val="28"/>
        </w:rPr>
      </w:pPr>
      <w:r>
        <w:rPr>
          <w:sz w:val="28"/>
        </w:rPr>
        <w:t>5. Настоящее решение подлежит официальному опубликованию в   газете «Рославльская правда» и размещению  на официальном сайте Администрации Липовского сельского поселения Рославльского района Смоленской области в  информационно-телекоммуникационной сети интернет.</w:t>
      </w:r>
    </w:p>
    <w:p w:rsidR="0090061D" w:rsidRDefault="00900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6. </w:t>
      </w:r>
      <w:r>
        <w:rPr>
          <w:sz w:val="28"/>
        </w:rPr>
        <w:t>Контроль за исполнением настоящего решения возложить на комиссию Совета депутатов Липовского сельского поселения Рославльского района Смоленской области  по экономическим вопросам, бюджету, налогу и финансам Липовского сельского поселения Рославльского района Смоленской области  (Н.В. Маслову).</w:t>
      </w:r>
    </w:p>
    <w:p w:rsidR="0090061D" w:rsidRDefault="0090061D">
      <w:pPr>
        <w:jc w:val="both"/>
        <w:rPr>
          <w:sz w:val="28"/>
        </w:rPr>
      </w:pPr>
    </w:p>
    <w:p w:rsidR="0090061D" w:rsidRDefault="0090061D">
      <w:pPr>
        <w:jc w:val="both"/>
        <w:rPr>
          <w:sz w:val="28"/>
          <w:highlight w:val="green"/>
        </w:rPr>
      </w:pPr>
    </w:p>
    <w:p w:rsidR="0090061D" w:rsidRDefault="009006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0061D" w:rsidRDefault="0090061D">
      <w:pPr>
        <w:jc w:val="both"/>
        <w:rPr>
          <w:sz w:val="28"/>
          <w:szCs w:val="28"/>
        </w:rPr>
      </w:pPr>
      <w:r>
        <w:rPr>
          <w:sz w:val="28"/>
          <w:szCs w:val="28"/>
        </w:rPr>
        <w:t>Липовского сельского поселения</w:t>
      </w:r>
    </w:p>
    <w:p w:rsidR="0090061D" w:rsidRDefault="0090061D">
      <w:pPr>
        <w:jc w:val="both"/>
        <w:rPr>
          <w:sz w:val="28"/>
          <w:szCs w:val="28"/>
        </w:rPr>
      </w:pPr>
      <w:r>
        <w:rPr>
          <w:sz w:val="28"/>
          <w:szCs w:val="28"/>
        </w:rPr>
        <w:t>Рославльского района Смоленской области                              Г.И.Мамонтов</w:t>
      </w:r>
    </w:p>
    <w:p w:rsidR="0090061D" w:rsidRDefault="0090061D">
      <w:pPr>
        <w:jc w:val="both"/>
        <w:rPr>
          <w:sz w:val="28"/>
          <w:szCs w:val="28"/>
        </w:rPr>
      </w:pPr>
    </w:p>
    <w:p w:rsidR="0090061D" w:rsidRDefault="0090061D">
      <w:pPr>
        <w:jc w:val="both"/>
        <w:rPr>
          <w:sz w:val="28"/>
          <w:szCs w:val="28"/>
        </w:rPr>
      </w:pPr>
    </w:p>
    <w:p w:rsidR="0090061D" w:rsidRDefault="0090061D">
      <w:pPr>
        <w:rPr>
          <w:sz w:val="28"/>
          <w:szCs w:val="28"/>
        </w:rPr>
      </w:pPr>
    </w:p>
    <w:p w:rsidR="0090061D" w:rsidRDefault="0090061D">
      <w:pPr>
        <w:rPr>
          <w:sz w:val="28"/>
          <w:szCs w:val="28"/>
        </w:rPr>
      </w:pPr>
    </w:p>
    <w:p w:rsidR="0090061D" w:rsidRDefault="0090061D">
      <w:pPr>
        <w:ind w:firstLine="993"/>
        <w:jc w:val="both"/>
        <w:rPr>
          <w:b/>
          <w:bCs/>
          <w:szCs w:val="18"/>
        </w:rPr>
      </w:pPr>
    </w:p>
    <w:p w:rsidR="0090061D" w:rsidRDefault="0090061D">
      <w:pPr>
        <w:jc w:val="both"/>
        <w:rPr>
          <w:sz w:val="28"/>
          <w:szCs w:val="28"/>
        </w:rPr>
      </w:pPr>
    </w:p>
    <w:sectPr w:rsidR="0090061D" w:rsidSect="00D8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A9E"/>
    <w:rsid w:val="00000667"/>
    <w:rsid w:val="000007CC"/>
    <w:rsid w:val="00000825"/>
    <w:rsid w:val="00000AF2"/>
    <w:rsid w:val="00000C51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102"/>
    <w:rsid w:val="00004A4D"/>
    <w:rsid w:val="00004D7C"/>
    <w:rsid w:val="00004F6D"/>
    <w:rsid w:val="00005432"/>
    <w:rsid w:val="00005B3B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2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0EE9"/>
    <w:rsid w:val="000313FE"/>
    <w:rsid w:val="000314D1"/>
    <w:rsid w:val="0003196A"/>
    <w:rsid w:val="00032079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858"/>
    <w:rsid w:val="00037D60"/>
    <w:rsid w:val="00037F47"/>
    <w:rsid w:val="0004002D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A50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694"/>
    <w:rsid w:val="00051DF8"/>
    <w:rsid w:val="0005209A"/>
    <w:rsid w:val="00053467"/>
    <w:rsid w:val="00053B2A"/>
    <w:rsid w:val="00053C10"/>
    <w:rsid w:val="00053CD6"/>
    <w:rsid w:val="00054B5E"/>
    <w:rsid w:val="00055C8D"/>
    <w:rsid w:val="00055D57"/>
    <w:rsid w:val="00055DD3"/>
    <w:rsid w:val="000565E7"/>
    <w:rsid w:val="000568E2"/>
    <w:rsid w:val="00056EA8"/>
    <w:rsid w:val="00056F52"/>
    <w:rsid w:val="000578BD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A12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BE9"/>
    <w:rsid w:val="00064C25"/>
    <w:rsid w:val="00064FAC"/>
    <w:rsid w:val="000650CA"/>
    <w:rsid w:val="000656C3"/>
    <w:rsid w:val="00065C1B"/>
    <w:rsid w:val="00065EF1"/>
    <w:rsid w:val="00066F09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0F4D"/>
    <w:rsid w:val="0008101B"/>
    <w:rsid w:val="0008102E"/>
    <w:rsid w:val="00081162"/>
    <w:rsid w:val="000812F5"/>
    <w:rsid w:val="0008139E"/>
    <w:rsid w:val="00081526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B9D"/>
    <w:rsid w:val="00084AA9"/>
    <w:rsid w:val="00085B1F"/>
    <w:rsid w:val="00086385"/>
    <w:rsid w:val="000868D4"/>
    <w:rsid w:val="000869BF"/>
    <w:rsid w:val="00087AF4"/>
    <w:rsid w:val="00087DB3"/>
    <w:rsid w:val="00087E32"/>
    <w:rsid w:val="000903B4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1F81"/>
    <w:rsid w:val="000A245D"/>
    <w:rsid w:val="000A2482"/>
    <w:rsid w:val="000A2B57"/>
    <w:rsid w:val="000A2CDD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EA2"/>
    <w:rsid w:val="000C4036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C3C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0E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062"/>
    <w:rsid w:val="000E05FB"/>
    <w:rsid w:val="000E0792"/>
    <w:rsid w:val="000E07A6"/>
    <w:rsid w:val="000E1695"/>
    <w:rsid w:val="000E192A"/>
    <w:rsid w:val="000E1A69"/>
    <w:rsid w:val="000E1E75"/>
    <w:rsid w:val="000E263E"/>
    <w:rsid w:val="000E2792"/>
    <w:rsid w:val="000E28F5"/>
    <w:rsid w:val="000E2A3D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51FE"/>
    <w:rsid w:val="000F5ABB"/>
    <w:rsid w:val="000F5BF4"/>
    <w:rsid w:val="000F5C8E"/>
    <w:rsid w:val="000F5E58"/>
    <w:rsid w:val="000F63DA"/>
    <w:rsid w:val="000F6F10"/>
    <w:rsid w:val="000F7748"/>
    <w:rsid w:val="000F790D"/>
    <w:rsid w:val="000F7B0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69E"/>
    <w:rsid w:val="00105BA4"/>
    <w:rsid w:val="00105F7A"/>
    <w:rsid w:val="00105FED"/>
    <w:rsid w:val="001060E9"/>
    <w:rsid w:val="00106392"/>
    <w:rsid w:val="00106ABB"/>
    <w:rsid w:val="0010765F"/>
    <w:rsid w:val="00107764"/>
    <w:rsid w:val="001079EC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518D"/>
    <w:rsid w:val="001252D4"/>
    <w:rsid w:val="001269F5"/>
    <w:rsid w:val="00126F52"/>
    <w:rsid w:val="0012700E"/>
    <w:rsid w:val="001273D0"/>
    <w:rsid w:val="00127994"/>
    <w:rsid w:val="00127DA3"/>
    <w:rsid w:val="00130700"/>
    <w:rsid w:val="00130A52"/>
    <w:rsid w:val="00130EEC"/>
    <w:rsid w:val="0013288E"/>
    <w:rsid w:val="00132A6B"/>
    <w:rsid w:val="00132F88"/>
    <w:rsid w:val="00133171"/>
    <w:rsid w:val="00133615"/>
    <w:rsid w:val="0013415C"/>
    <w:rsid w:val="00134486"/>
    <w:rsid w:val="00134671"/>
    <w:rsid w:val="00134D67"/>
    <w:rsid w:val="00134ED6"/>
    <w:rsid w:val="00135019"/>
    <w:rsid w:val="00135164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BC1"/>
    <w:rsid w:val="0014203B"/>
    <w:rsid w:val="0014238E"/>
    <w:rsid w:val="00142E1D"/>
    <w:rsid w:val="00143A4B"/>
    <w:rsid w:val="001442BF"/>
    <w:rsid w:val="001442CD"/>
    <w:rsid w:val="0014471E"/>
    <w:rsid w:val="00144728"/>
    <w:rsid w:val="001447E6"/>
    <w:rsid w:val="00144AD8"/>
    <w:rsid w:val="00144D44"/>
    <w:rsid w:val="0014507B"/>
    <w:rsid w:val="001460AE"/>
    <w:rsid w:val="001460F2"/>
    <w:rsid w:val="001463EC"/>
    <w:rsid w:val="00146EB3"/>
    <w:rsid w:val="001473D3"/>
    <w:rsid w:val="00147A57"/>
    <w:rsid w:val="00147F57"/>
    <w:rsid w:val="00150180"/>
    <w:rsid w:val="00150556"/>
    <w:rsid w:val="00150A10"/>
    <w:rsid w:val="00150A7A"/>
    <w:rsid w:val="00150CDF"/>
    <w:rsid w:val="0015126E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958"/>
    <w:rsid w:val="00157B52"/>
    <w:rsid w:val="00157C66"/>
    <w:rsid w:val="00157CBB"/>
    <w:rsid w:val="00157F33"/>
    <w:rsid w:val="0016029A"/>
    <w:rsid w:val="001605E5"/>
    <w:rsid w:val="00160885"/>
    <w:rsid w:val="00161654"/>
    <w:rsid w:val="0016185B"/>
    <w:rsid w:val="001618E6"/>
    <w:rsid w:val="00161C2C"/>
    <w:rsid w:val="00162081"/>
    <w:rsid w:val="00162AE6"/>
    <w:rsid w:val="00163157"/>
    <w:rsid w:val="00163BE6"/>
    <w:rsid w:val="00164098"/>
    <w:rsid w:val="001640A0"/>
    <w:rsid w:val="001643E1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20D7"/>
    <w:rsid w:val="00172181"/>
    <w:rsid w:val="001723BD"/>
    <w:rsid w:val="00172683"/>
    <w:rsid w:val="0017343B"/>
    <w:rsid w:val="001741DD"/>
    <w:rsid w:val="0017424A"/>
    <w:rsid w:val="00174F24"/>
    <w:rsid w:val="00174F27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AD"/>
    <w:rsid w:val="001846E7"/>
    <w:rsid w:val="00184755"/>
    <w:rsid w:val="001847F1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1BB"/>
    <w:rsid w:val="0018745A"/>
    <w:rsid w:val="00190438"/>
    <w:rsid w:val="001904F4"/>
    <w:rsid w:val="0019073C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97FE5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293"/>
    <w:rsid w:val="001A23C6"/>
    <w:rsid w:val="001A24F3"/>
    <w:rsid w:val="001A28EA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45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5E1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2E3E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18A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8C7"/>
    <w:rsid w:val="00207E3D"/>
    <w:rsid w:val="00210390"/>
    <w:rsid w:val="002104EA"/>
    <w:rsid w:val="00210783"/>
    <w:rsid w:val="00210B82"/>
    <w:rsid w:val="002114A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4C4"/>
    <w:rsid w:val="00220E62"/>
    <w:rsid w:val="00221C17"/>
    <w:rsid w:val="00221DA7"/>
    <w:rsid w:val="00222447"/>
    <w:rsid w:val="002225EE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6E4D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22BC"/>
    <w:rsid w:val="0023265B"/>
    <w:rsid w:val="00232760"/>
    <w:rsid w:val="00232EB1"/>
    <w:rsid w:val="00233E0B"/>
    <w:rsid w:val="002341DD"/>
    <w:rsid w:val="00234B9F"/>
    <w:rsid w:val="002351B7"/>
    <w:rsid w:val="002353DE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42CA"/>
    <w:rsid w:val="00244459"/>
    <w:rsid w:val="0024452E"/>
    <w:rsid w:val="00244B32"/>
    <w:rsid w:val="002450A3"/>
    <w:rsid w:val="002452A3"/>
    <w:rsid w:val="00245759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28A"/>
    <w:rsid w:val="00265B0B"/>
    <w:rsid w:val="00265C08"/>
    <w:rsid w:val="002669D0"/>
    <w:rsid w:val="00266D01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51B9"/>
    <w:rsid w:val="00285789"/>
    <w:rsid w:val="002858AA"/>
    <w:rsid w:val="00285E40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1F"/>
    <w:rsid w:val="00291D83"/>
    <w:rsid w:val="00291FCD"/>
    <w:rsid w:val="002922DE"/>
    <w:rsid w:val="00292554"/>
    <w:rsid w:val="0029277E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074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B6A49"/>
    <w:rsid w:val="002C05D1"/>
    <w:rsid w:val="002C0A46"/>
    <w:rsid w:val="002C0A67"/>
    <w:rsid w:val="002C0ADF"/>
    <w:rsid w:val="002C1301"/>
    <w:rsid w:val="002C1799"/>
    <w:rsid w:val="002C18F1"/>
    <w:rsid w:val="002C1A58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A25"/>
    <w:rsid w:val="002D065D"/>
    <w:rsid w:val="002D0950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9BB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4C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5B56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10F"/>
    <w:rsid w:val="003608E5"/>
    <w:rsid w:val="00360CF3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8E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903A6"/>
    <w:rsid w:val="00390758"/>
    <w:rsid w:val="0039076C"/>
    <w:rsid w:val="00390D45"/>
    <w:rsid w:val="00391137"/>
    <w:rsid w:val="00391369"/>
    <w:rsid w:val="003915CA"/>
    <w:rsid w:val="00391CDC"/>
    <w:rsid w:val="0039201F"/>
    <w:rsid w:val="00392803"/>
    <w:rsid w:val="00392AEB"/>
    <w:rsid w:val="00392DDD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9D"/>
    <w:rsid w:val="00397EF7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3B19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5A3"/>
    <w:rsid w:val="003B7C5E"/>
    <w:rsid w:val="003B7FB2"/>
    <w:rsid w:val="003C04E4"/>
    <w:rsid w:val="003C06AC"/>
    <w:rsid w:val="003C0E44"/>
    <w:rsid w:val="003C107B"/>
    <w:rsid w:val="003C14EE"/>
    <w:rsid w:val="003C17EB"/>
    <w:rsid w:val="003C1AB7"/>
    <w:rsid w:val="003C24A9"/>
    <w:rsid w:val="003C2884"/>
    <w:rsid w:val="003C2B28"/>
    <w:rsid w:val="003C3076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1DFD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592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BCB"/>
    <w:rsid w:val="00406EFC"/>
    <w:rsid w:val="0040719F"/>
    <w:rsid w:val="00407748"/>
    <w:rsid w:val="00407EBA"/>
    <w:rsid w:val="00410256"/>
    <w:rsid w:val="00410A47"/>
    <w:rsid w:val="00410C38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033"/>
    <w:rsid w:val="00420111"/>
    <w:rsid w:val="0042079D"/>
    <w:rsid w:val="004208F6"/>
    <w:rsid w:val="00420E5B"/>
    <w:rsid w:val="00421044"/>
    <w:rsid w:val="00421D8C"/>
    <w:rsid w:val="00422348"/>
    <w:rsid w:val="00422ED5"/>
    <w:rsid w:val="00422F0D"/>
    <w:rsid w:val="004235F2"/>
    <w:rsid w:val="00424175"/>
    <w:rsid w:val="004244DF"/>
    <w:rsid w:val="0042482F"/>
    <w:rsid w:val="004248A3"/>
    <w:rsid w:val="00424B34"/>
    <w:rsid w:val="004250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3492"/>
    <w:rsid w:val="0043442D"/>
    <w:rsid w:val="00434DD8"/>
    <w:rsid w:val="00434F48"/>
    <w:rsid w:val="00435A79"/>
    <w:rsid w:val="00436958"/>
    <w:rsid w:val="0043696C"/>
    <w:rsid w:val="00436D64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435"/>
    <w:rsid w:val="004435E7"/>
    <w:rsid w:val="0044376F"/>
    <w:rsid w:val="00443BFC"/>
    <w:rsid w:val="00443FAF"/>
    <w:rsid w:val="004440DF"/>
    <w:rsid w:val="004442E8"/>
    <w:rsid w:val="004443CB"/>
    <w:rsid w:val="00444669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457D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5FB"/>
    <w:rsid w:val="0046396B"/>
    <w:rsid w:val="00463AD7"/>
    <w:rsid w:val="00463C5B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AB5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C6E"/>
    <w:rsid w:val="00477D7C"/>
    <w:rsid w:val="00477E38"/>
    <w:rsid w:val="004805E0"/>
    <w:rsid w:val="00480983"/>
    <w:rsid w:val="004809DC"/>
    <w:rsid w:val="00480A8F"/>
    <w:rsid w:val="00480CE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718"/>
    <w:rsid w:val="00484853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93C"/>
    <w:rsid w:val="004C0EFB"/>
    <w:rsid w:val="004C1093"/>
    <w:rsid w:val="004C17FF"/>
    <w:rsid w:val="004C1859"/>
    <w:rsid w:val="004C1E7F"/>
    <w:rsid w:val="004C2113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005"/>
    <w:rsid w:val="004C426F"/>
    <w:rsid w:val="004C4466"/>
    <w:rsid w:val="004C46E3"/>
    <w:rsid w:val="004C471A"/>
    <w:rsid w:val="004C49D2"/>
    <w:rsid w:val="004C4C16"/>
    <w:rsid w:val="004C4DAE"/>
    <w:rsid w:val="004C5136"/>
    <w:rsid w:val="004C51D0"/>
    <w:rsid w:val="004C544D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CFE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4DA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4FC"/>
    <w:rsid w:val="004F161F"/>
    <w:rsid w:val="004F1916"/>
    <w:rsid w:val="004F1B01"/>
    <w:rsid w:val="004F2241"/>
    <w:rsid w:val="004F2255"/>
    <w:rsid w:val="004F2558"/>
    <w:rsid w:val="004F2BAF"/>
    <w:rsid w:val="004F2D87"/>
    <w:rsid w:val="004F308B"/>
    <w:rsid w:val="004F3114"/>
    <w:rsid w:val="004F4230"/>
    <w:rsid w:val="004F453E"/>
    <w:rsid w:val="004F565A"/>
    <w:rsid w:val="004F5F6C"/>
    <w:rsid w:val="004F6296"/>
    <w:rsid w:val="004F6CAF"/>
    <w:rsid w:val="004F75CD"/>
    <w:rsid w:val="0050086C"/>
    <w:rsid w:val="00500FC3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1CD3"/>
    <w:rsid w:val="0051219E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65A9"/>
    <w:rsid w:val="0051777A"/>
    <w:rsid w:val="00517E27"/>
    <w:rsid w:val="0052025A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657"/>
    <w:rsid w:val="00523829"/>
    <w:rsid w:val="005238D2"/>
    <w:rsid w:val="005241CA"/>
    <w:rsid w:val="00524DA9"/>
    <w:rsid w:val="00525426"/>
    <w:rsid w:val="005255AD"/>
    <w:rsid w:val="00525AA1"/>
    <w:rsid w:val="00525C32"/>
    <w:rsid w:val="005265AD"/>
    <w:rsid w:val="0052669D"/>
    <w:rsid w:val="005269CB"/>
    <w:rsid w:val="00526A1D"/>
    <w:rsid w:val="00526AF9"/>
    <w:rsid w:val="00526F08"/>
    <w:rsid w:val="00526FFE"/>
    <w:rsid w:val="005270FA"/>
    <w:rsid w:val="00527189"/>
    <w:rsid w:val="0052723D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4F7"/>
    <w:rsid w:val="00536641"/>
    <w:rsid w:val="005366E3"/>
    <w:rsid w:val="0053672C"/>
    <w:rsid w:val="00537224"/>
    <w:rsid w:val="005372C3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1DE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26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505E"/>
    <w:rsid w:val="0056530D"/>
    <w:rsid w:val="0056537E"/>
    <w:rsid w:val="005653D6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A1C"/>
    <w:rsid w:val="005A2CB3"/>
    <w:rsid w:val="005A30B7"/>
    <w:rsid w:val="005A3360"/>
    <w:rsid w:val="005A34E5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5179"/>
    <w:rsid w:val="005B5216"/>
    <w:rsid w:val="005B5B18"/>
    <w:rsid w:val="005B5B6C"/>
    <w:rsid w:val="005B5C95"/>
    <w:rsid w:val="005B5D76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65D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C7CDB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44"/>
    <w:rsid w:val="005D26FC"/>
    <w:rsid w:val="005D2F14"/>
    <w:rsid w:val="005D3402"/>
    <w:rsid w:val="005D39CC"/>
    <w:rsid w:val="005D3F57"/>
    <w:rsid w:val="005D4701"/>
    <w:rsid w:val="005D4843"/>
    <w:rsid w:val="005D4B63"/>
    <w:rsid w:val="005D4B6F"/>
    <w:rsid w:val="005D4BD9"/>
    <w:rsid w:val="005D4E59"/>
    <w:rsid w:val="005D4EBE"/>
    <w:rsid w:val="005D5186"/>
    <w:rsid w:val="005D5367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134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42CE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478"/>
    <w:rsid w:val="005F0993"/>
    <w:rsid w:val="005F0B53"/>
    <w:rsid w:val="005F0BB0"/>
    <w:rsid w:val="005F0C2A"/>
    <w:rsid w:val="005F1062"/>
    <w:rsid w:val="005F1E11"/>
    <w:rsid w:val="005F20D8"/>
    <w:rsid w:val="005F2547"/>
    <w:rsid w:val="005F258D"/>
    <w:rsid w:val="005F25E4"/>
    <w:rsid w:val="005F2690"/>
    <w:rsid w:val="005F2992"/>
    <w:rsid w:val="005F322A"/>
    <w:rsid w:val="005F359F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B8"/>
    <w:rsid w:val="00601D4D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865"/>
    <w:rsid w:val="00611EC2"/>
    <w:rsid w:val="006120ED"/>
    <w:rsid w:val="006126C6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10A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3CB2"/>
    <w:rsid w:val="006240B5"/>
    <w:rsid w:val="006240CC"/>
    <w:rsid w:val="00624325"/>
    <w:rsid w:val="00624453"/>
    <w:rsid w:val="006250E0"/>
    <w:rsid w:val="0062524C"/>
    <w:rsid w:val="00625449"/>
    <w:rsid w:val="00625516"/>
    <w:rsid w:val="006259F0"/>
    <w:rsid w:val="00625EB7"/>
    <w:rsid w:val="00625F51"/>
    <w:rsid w:val="00625F81"/>
    <w:rsid w:val="006260EE"/>
    <w:rsid w:val="006261CF"/>
    <w:rsid w:val="00626485"/>
    <w:rsid w:val="00626AF1"/>
    <w:rsid w:val="006270B4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3118"/>
    <w:rsid w:val="00633182"/>
    <w:rsid w:val="006331E4"/>
    <w:rsid w:val="00633323"/>
    <w:rsid w:val="00633D22"/>
    <w:rsid w:val="00633F48"/>
    <w:rsid w:val="00634409"/>
    <w:rsid w:val="006344B2"/>
    <w:rsid w:val="006345D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92A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544"/>
    <w:rsid w:val="00644B07"/>
    <w:rsid w:val="00644DE5"/>
    <w:rsid w:val="006454D8"/>
    <w:rsid w:val="00645A95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488"/>
    <w:rsid w:val="00651AD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19C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2AF8"/>
    <w:rsid w:val="00672C49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36F"/>
    <w:rsid w:val="0068261F"/>
    <w:rsid w:val="006828EE"/>
    <w:rsid w:val="00682C96"/>
    <w:rsid w:val="00682CCA"/>
    <w:rsid w:val="006831D2"/>
    <w:rsid w:val="0068362C"/>
    <w:rsid w:val="00683F2F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503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044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94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75D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224"/>
    <w:rsid w:val="006D02E4"/>
    <w:rsid w:val="006D037A"/>
    <w:rsid w:val="006D0C97"/>
    <w:rsid w:val="006D0E3E"/>
    <w:rsid w:val="006D0E8E"/>
    <w:rsid w:val="006D0F0F"/>
    <w:rsid w:val="006D0FC8"/>
    <w:rsid w:val="006D13A8"/>
    <w:rsid w:val="006D16DD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6D6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432"/>
    <w:rsid w:val="006E050E"/>
    <w:rsid w:val="006E0AE1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9AC"/>
    <w:rsid w:val="006E4F3E"/>
    <w:rsid w:val="006E53DB"/>
    <w:rsid w:val="006E569D"/>
    <w:rsid w:val="006E60D5"/>
    <w:rsid w:val="006E61D4"/>
    <w:rsid w:val="006E75E0"/>
    <w:rsid w:val="006E785E"/>
    <w:rsid w:val="006E7D20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589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7A5"/>
    <w:rsid w:val="007013D7"/>
    <w:rsid w:val="007025CE"/>
    <w:rsid w:val="0070278F"/>
    <w:rsid w:val="00702CAB"/>
    <w:rsid w:val="007031C7"/>
    <w:rsid w:val="007036B3"/>
    <w:rsid w:val="00703B20"/>
    <w:rsid w:val="00703EDC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983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2C7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3EC7"/>
    <w:rsid w:val="007240C7"/>
    <w:rsid w:val="00725228"/>
    <w:rsid w:val="00725FB3"/>
    <w:rsid w:val="007260C7"/>
    <w:rsid w:val="00726CCE"/>
    <w:rsid w:val="00727748"/>
    <w:rsid w:val="007277B6"/>
    <w:rsid w:val="007279BA"/>
    <w:rsid w:val="00727B36"/>
    <w:rsid w:val="00730103"/>
    <w:rsid w:val="007302E1"/>
    <w:rsid w:val="00730777"/>
    <w:rsid w:val="007308F9"/>
    <w:rsid w:val="00730A62"/>
    <w:rsid w:val="00730E39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C82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99"/>
    <w:rsid w:val="007404AB"/>
    <w:rsid w:val="00740785"/>
    <w:rsid w:val="00740E88"/>
    <w:rsid w:val="00741AD2"/>
    <w:rsid w:val="00741E51"/>
    <w:rsid w:val="007422FA"/>
    <w:rsid w:val="007424E9"/>
    <w:rsid w:val="0074314E"/>
    <w:rsid w:val="00743259"/>
    <w:rsid w:val="0074431E"/>
    <w:rsid w:val="00744E59"/>
    <w:rsid w:val="00744E85"/>
    <w:rsid w:val="00744EA9"/>
    <w:rsid w:val="0074514C"/>
    <w:rsid w:val="0074535E"/>
    <w:rsid w:val="0074554E"/>
    <w:rsid w:val="00745BA8"/>
    <w:rsid w:val="00745E2B"/>
    <w:rsid w:val="00746D41"/>
    <w:rsid w:val="00746DF5"/>
    <w:rsid w:val="00746E26"/>
    <w:rsid w:val="00747092"/>
    <w:rsid w:val="0074721F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1ED6"/>
    <w:rsid w:val="0075236F"/>
    <w:rsid w:val="007525C4"/>
    <w:rsid w:val="007525E5"/>
    <w:rsid w:val="007525F3"/>
    <w:rsid w:val="0075262B"/>
    <w:rsid w:val="007529A2"/>
    <w:rsid w:val="00752D36"/>
    <w:rsid w:val="0075300A"/>
    <w:rsid w:val="0075310C"/>
    <w:rsid w:val="0075319F"/>
    <w:rsid w:val="007535B6"/>
    <w:rsid w:val="00753A8C"/>
    <w:rsid w:val="00753B4D"/>
    <w:rsid w:val="00753B6F"/>
    <w:rsid w:val="007541FA"/>
    <w:rsid w:val="0075479F"/>
    <w:rsid w:val="00754D14"/>
    <w:rsid w:val="007552A1"/>
    <w:rsid w:val="0075616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59B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981"/>
    <w:rsid w:val="00764D39"/>
    <w:rsid w:val="00764EFF"/>
    <w:rsid w:val="00765739"/>
    <w:rsid w:val="00765ED6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B3B"/>
    <w:rsid w:val="00785E80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781"/>
    <w:rsid w:val="007A1840"/>
    <w:rsid w:val="007A18F7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953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125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0253"/>
    <w:rsid w:val="007E12C4"/>
    <w:rsid w:val="007E17ED"/>
    <w:rsid w:val="007E189A"/>
    <w:rsid w:val="007E1C1B"/>
    <w:rsid w:val="007E1F44"/>
    <w:rsid w:val="007E255E"/>
    <w:rsid w:val="007E2DA9"/>
    <w:rsid w:val="007E2EC1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A2"/>
    <w:rsid w:val="008004F7"/>
    <w:rsid w:val="008008DC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4F83"/>
    <w:rsid w:val="00805233"/>
    <w:rsid w:val="0080537F"/>
    <w:rsid w:val="00805584"/>
    <w:rsid w:val="0080585C"/>
    <w:rsid w:val="0080662C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66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36"/>
    <w:rsid w:val="008359A1"/>
    <w:rsid w:val="00836E81"/>
    <w:rsid w:val="00837AF7"/>
    <w:rsid w:val="00837BF7"/>
    <w:rsid w:val="00840062"/>
    <w:rsid w:val="0084027D"/>
    <w:rsid w:val="0084036C"/>
    <w:rsid w:val="008405A0"/>
    <w:rsid w:val="00840E7A"/>
    <w:rsid w:val="00840F21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2BBC"/>
    <w:rsid w:val="008544B3"/>
    <w:rsid w:val="00854788"/>
    <w:rsid w:val="00854A3B"/>
    <w:rsid w:val="00855831"/>
    <w:rsid w:val="00855A09"/>
    <w:rsid w:val="00856602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C77"/>
    <w:rsid w:val="0086121F"/>
    <w:rsid w:val="00861463"/>
    <w:rsid w:val="00861782"/>
    <w:rsid w:val="00861946"/>
    <w:rsid w:val="00861948"/>
    <w:rsid w:val="00861AAE"/>
    <w:rsid w:val="0086212B"/>
    <w:rsid w:val="008629FA"/>
    <w:rsid w:val="0086346F"/>
    <w:rsid w:val="008637A5"/>
    <w:rsid w:val="00863868"/>
    <w:rsid w:val="00863BBC"/>
    <w:rsid w:val="0086403C"/>
    <w:rsid w:val="008649BF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3A"/>
    <w:rsid w:val="00871F4C"/>
    <w:rsid w:val="008722B9"/>
    <w:rsid w:val="008724F3"/>
    <w:rsid w:val="0087252A"/>
    <w:rsid w:val="0087267F"/>
    <w:rsid w:val="008726EF"/>
    <w:rsid w:val="00872888"/>
    <w:rsid w:val="00872992"/>
    <w:rsid w:val="00872B79"/>
    <w:rsid w:val="00873541"/>
    <w:rsid w:val="00873CA7"/>
    <w:rsid w:val="00873DC1"/>
    <w:rsid w:val="008747A9"/>
    <w:rsid w:val="00874D9A"/>
    <w:rsid w:val="00874DE7"/>
    <w:rsid w:val="008751BB"/>
    <w:rsid w:val="008752A4"/>
    <w:rsid w:val="008753CD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14"/>
    <w:rsid w:val="00891D69"/>
    <w:rsid w:val="0089215E"/>
    <w:rsid w:val="00892269"/>
    <w:rsid w:val="00892AE2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115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8C5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DC2"/>
    <w:rsid w:val="008C1EBA"/>
    <w:rsid w:val="008C289B"/>
    <w:rsid w:val="008C2A28"/>
    <w:rsid w:val="008C2A68"/>
    <w:rsid w:val="008C321A"/>
    <w:rsid w:val="008C3C26"/>
    <w:rsid w:val="008C3E9E"/>
    <w:rsid w:val="008C4398"/>
    <w:rsid w:val="008C43E1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E9D"/>
    <w:rsid w:val="008C6FD7"/>
    <w:rsid w:val="008C71F1"/>
    <w:rsid w:val="008C73C3"/>
    <w:rsid w:val="008C7E8D"/>
    <w:rsid w:val="008C7FC4"/>
    <w:rsid w:val="008D06A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A34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E1A90"/>
    <w:rsid w:val="008E1C5A"/>
    <w:rsid w:val="008E1DC5"/>
    <w:rsid w:val="008E23A7"/>
    <w:rsid w:val="008E247F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61D"/>
    <w:rsid w:val="00900EF3"/>
    <w:rsid w:val="00901BB0"/>
    <w:rsid w:val="00901D19"/>
    <w:rsid w:val="00901D4E"/>
    <w:rsid w:val="00901F7E"/>
    <w:rsid w:val="009022A8"/>
    <w:rsid w:val="00902553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6EBA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5469"/>
    <w:rsid w:val="00916204"/>
    <w:rsid w:val="00916A47"/>
    <w:rsid w:val="00916B99"/>
    <w:rsid w:val="0091743A"/>
    <w:rsid w:val="00917A5A"/>
    <w:rsid w:val="00917B74"/>
    <w:rsid w:val="009207AA"/>
    <w:rsid w:val="00920B2D"/>
    <w:rsid w:val="00920BCE"/>
    <w:rsid w:val="00920D18"/>
    <w:rsid w:val="00921542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E42"/>
    <w:rsid w:val="00924FFD"/>
    <w:rsid w:val="00925347"/>
    <w:rsid w:val="00925CC5"/>
    <w:rsid w:val="00925FA2"/>
    <w:rsid w:val="009261B9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7E"/>
    <w:rsid w:val="0093062E"/>
    <w:rsid w:val="009306C8"/>
    <w:rsid w:val="009307C8"/>
    <w:rsid w:val="00931CF7"/>
    <w:rsid w:val="00931F49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3E6"/>
    <w:rsid w:val="00940480"/>
    <w:rsid w:val="00940F28"/>
    <w:rsid w:val="0094114A"/>
    <w:rsid w:val="00941451"/>
    <w:rsid w:val="009414FF"/>
    <w:rsid w:val="00941687"/>
    <w:rsid w:val="00942009"/>
    <w:rsid w:val="00942173"/>
    <w:rsid w:val="00942BD1"/>
    <w:rsid w:val="00942E4F"/>
    <w:rsid w:val="00943F3D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C50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75BD"/>
    <w:rsid w:val="00967638"/>
    <w:rsid w:val="00967A1D"/>
    <w:rsid w:val="00967C78"/>
    <w:rsid w:val="00967FDA"/>
    <w:rsid w:val="00970464"/>
    <w:rsid w:val="00970D54"/>
    <w:rsid w:val="00970FC8"/>
    <w:rsid w:val="009713FE"/>
    <w:rsid w:val="009717DB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CAF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E4F"/>
    <w:rsid w:val="00982EC7"/>
    <w:rsid w:val="00982F2D"/>
    <w:rsid w:val="00982FCC"/>
    <w:rsid w:val="00983CFE"/>
    <w:rsid w:val="009841BE"/>
    <w:rsid w:val="00985112"/>
    <w:rsid w:val="009852B4"/>
    <w:rsid w:val="00985DAB"/>
    <w:rsid w:val="00985F32"/>
    <w:rsid w:val="0098625B"/>
    <w:rsid w:val="00986275"/>
    <w:rsid w:val="00986B9F"/>
    <w:rsid w:val="00986DF3"/>
    <w:rsid w:val="009877C5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DBD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0D3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3A9"/>
    <w:rsid w:val="009B2929"/>
    <w:rsid w:val="009B2AC2"/>
    <w:rsid w:val="009B2F3E"/>
    <w:rsid w:val="009B319A"/>
    <w:rsid w:val="009B372B"/>
    <w:rsid w:val="009B377D"/>
    <w:rsid w:val="009B3919"/>
    <w:rsid w:val="009B3AAD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001"/>
    <w:rsid w:val="009C21E5"/>
    <w:rsid w:val="009C2295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1E76"/>
    <w:rsid w:val="009D2020"/>
    <w:rsid w:val="009D204A"/>
    <w:rsid w:val="009D2622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20E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A005B5"/>
    <w:rsid w:val="00A0061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810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5C4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415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AD5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A9E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56A"/>
    <w:rsid w:val="00A5356C"/>
    <w:rsid w:val="00A53DFB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57E16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819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262"/>
    <w:rsid w:val="00A676A3"/>
    <w:rsid w:val="00A706D7"/>
    <w:rsid w:val="00A7085A"/>
    <w:rsid w:val="00A70AD2"/>
    <w:rsid w:val="00A7103E"/>
    <w:rsid w:val="00A712EA"/>
    <w:rsid w:val="00A713C9"/>
    <w:rsid w:val="00A71C4C"/>
    <w:rsid w:val="00A71CA0"/>
    <w:rsid w:val="00A71D46"/>
    <w:rsid w:val="00A71E11"/>
    <w:rsid w:val="00A7289A"/>
    <w:rsid w:val="00A72EED"/>
    <w:rsid w:val="00A730D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762"/>
    <w:rsid w:val="00A768C2"/>
    <w:rsid w:val="00A76931"/>
    <w:rsid w:val="00A76A6F"/>
    <w:rsid w:val="00A76B5D"/>
    <w:rsid w:val="00A7707D"/>
    <w:rsid w:val="00A77362"/>
    <w:rsid w:val="00A7737A"/>
    <w:rsid w:val="00A77CFE"/>
    <w:rsid w:val="00A802CD"/>
    <w:rsid w:val="00A80500"/>
    <w:rsid w:val="00A808C9"/>
    <w:rsid w:val="00A808DA"/>
    <w:rsid w:val="00A80D1B"/>
    <w:rsid w:val="00A80D5D"/>
    <w:rsid w:val="00A80E8E"/>
    <w:rsid w:val="00A8109E"/>
    <w:rsid w:val="00A815FF"/>
    <w:rsid w:val="00A81A82"/>
    <w:rsid w:val="00A825FD"/>
    <w:rsid w:val="00A8284F"/>
    <w:rsid w:val="00A82A7E"/>
    <w:rsid w:val="00A8344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FF"/>
    <w:rsid w:val="00A92855"/>
    <w:rsid w:val="00A92A8D"/>
    <w:rsid w:val="00A92A9B"/>
    <w:rsid w:val="00A92D6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2D1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E8"/>
    <w:rsid w:val="00AA467F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A26"/>
    <w:rsid w:val="00AB7400"/>
    <w:rsid w:val="00AB77D5"/>
    <w:rsid w:val="00AB7CA0"/>
    <w:rsid w:val="00AC0A2C"/>
    <w:rsid w:val="00AC0B83"/>
    <w:rsid w:val="00AC1267"/>
    <w:rsid w:val="00AC1A49"/>
    <w:rsid w:val="00AC1AC3"/>
    <w:rsid w:val="00AC1B7A"/>
    <w:rsid w:val="00AC1C21"/>
    <w:rsid w:val="00AC2267"/>
    <w:rsid w:val="00AC2467"/>
    <w:rsid w:val="00AC2DFA"/>
    <w:rsid w:val="00AC34BA"/>
    <w:rsid w:val="00AC37A3"/>
    <w:rsid w:val="00AC3F3B"/>
    <w:rsid w:val="00AC4002"/>
    <w:rsid w:val="00AC4ACB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6FE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D5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360"/>
    <w:rsid w:val="00AF5C15"/>
    <w:rsid w:val="00AF647A"/>
    <w:rsid w:val="00AF6553"/>
    <w:rsid w:val="00AF655A"/>
    <w:rsid w:val="00AF67EB"/>
    <w:rsid w:val="00AF6865"/>
    <w:rsid w:val="00AF708C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1FBD"/>
    <w:rsid w:val="00B022EA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44"/>
    <w:rsid w:val="00B07C50"/>
    <w:rsid w:val="00B07ECA"/>
    <w:rsid w:val="00B07FDA"/>
    <w:rsid w:val="00B10F3B"/>
    <w:rsid w:val="00B110F2"/>
    <w:rsid w:val="00B11380"/>
    <w:rsid w:val="00B11503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8AB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5B9"/>
    <w:rsid w:val="00B21D40"/>
    <w:rsid w:val="00B228A8"/>
    <w:rsid w:val="00B22B65"/>
    <w:rsid w:val="00B22D34"/>
    <w:rsid w:val="00B2305E"/>
    <w:rsid w:val="00B23A73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C05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751"/>
    <w:rsid w:val="00B459E6"/>
    <w:rsid w:val="00B45ADA"/>
    <w:rsid w:val="00B460D1"/>
    <w:rsid w:val="00B46190"/>
    <w:rsid w:val="00B46246"/>
    <w:rsid w:val="00B464E2"/>
    <w:rsid w:val="00B46519"/>
    <w:rsid w:val="00B4660D"/>
    <w:rsid w:val="00B46703"/>
    <w:rsid w:val="00B46975"/>
    <w:rsid w:val="00B469E1"/>
    <w:rsid w:val="00B46BCA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603"/>
    <w:rsid w:val="00B568BB"/>
    <w:rsid w:val="00B56DFF"/>
    <w:rsid w:val="00B56F1E"/>
    <w:rsid w:val="00B57289"/>
    <w:rsid w:val="00B57971"/>
    <w:rsid w:val="00B57BE0"/>
    <w:rsid w:val="00B6038F"/>
    <w:rsid w:val="00B60E5C"/>
    <w:rsid w:val="00B60F30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4DE9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CDE"/>
    <w:rsid w:val="00B83D15"/>
    <w:rsid w:val="00B842A5"/>
    <w:rsid w:val="00B84303"/>
    <w:rsid w:val="00B847AB"/>
    <w:rsid w:val="00B84FBC"/>
    <w:rsid w:val="00B8538E"/>
    <w:rsid w:val="00B853F6"/>
    <w:rsid w:val="00B85824"/>
    <w:rsid w:val="00B85B00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A43"/>
    <w:rsid w:val="00BC6D11"/>
    <w:rsid w:val="00BC7361"/>
    <w:rsid w:val="00BC75BC"/>
    <w:rsid w:val="00BC77DB"/>
    <w:rsid w:val="00BC7A4F"/>
    <w:rsid w:val="00BC7BD9"/>
    <w:rsid w:val="00BC7C77"/>
    <w:rsid w:val="00BD02A2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AF5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ABB"/>
    <w:rsid w:val="00BF3AC6"/>
    <w:rsid w:val="00BF449C"/>
    <w:rsid w:val="00BF46BB"/>
    <w:rsid w:val="00BF4B41"/>
    <w:rsid w:val="00BF4C79"/>
    <w:rsid w:val="00BF4E39"/>
    <w:rsid w:val="00BF51D2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A57"/>
    <w:rsid w:val="00C122AD"/>
    <w:rsid w:val="00C1249B"/>
    <w:rsid w:val="00C127E3"/>
    <w:rsid w:val="00C12A84"/>
    <w:rsid w:val="00C12C17"/>
    <w:rsid w:val="00C13642"/>
    <w:rsid w:val="00C136D3"/>
    <w:rsid w:val="00C13824"/>
    <w:rsid w:val="00C139E9"/>
    <w:rsid w:val="00C13F66"/>
    <w:rsid w:val="00C140C6"/>
    <w:rsid w:val="00C145C3"/>
    <w:rsid w:val="00C146A4"/>
    <w:rsid w:val="00C149D6"/>
    <w:rsid w:val="00C14FD9"/>
    <w:rsid w:val="00C151D0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0EAA"/>
    <w:rsid w:val="00C21397"/>
    <w:rsid w:val="00C21DA1"/>
    <w:rsid w:val="00C21EB5"/>
    <w:rsid w:val="00C222C8"/>
    <w:rsid w:val="00C22F0F"/>
    <w:rsid w:val="00C232C6"/>
    <w:rsid w:val="00C233AD"/>
    <w:rsid w:val="00C2395A"/>
    <w:rsid w:val="00C239AE"/>
    <w:rsid w:val="00C23C58"/>
    <w:rsid w:val="00C2414A"/>
    <w:rsid w:val="00C24184"/>
    <w:rsid w:val="00C24AFA"/>
    <w:rsid w:val="00C25430"/>
    <w:rsid w:val="00C254A6"/>
    <w:rsid w:val="00C254AD"/>
    <w:rsid w:val="00C255EA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4DA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589"/>
    <w:rsid w:val="00C4473F"/>
    <w:rsid w:val="00C4482E"/>
    <w:rsid w:val="00C44A53"/>
    <w:rsid w:val="00C44B06"/>
    <w:rsid w:val="00C44D27"/>
    <w:rsid w:val="00C451E3"/>
    <w:rsid w:val="00C452CD"/>
    <w:rsid w:val="00C4547A"/>
    <w:rsid w:val="00C456C5"/>
    <w:rsid w:val="00C45B01"/>
    <w:rsid w:val="00C46153"/>
    <w:rsid w:val="00C461CB"/>
    <w:rsid w:val="00C4681F"/>
    <w:rsid w:val="00C46BDA"/>
    <w:rsid w:val="00C46C34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CB5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592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49F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72C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98C"/>
    <w:rsid w:val="00CB1C7F"/>
    <w:rsid w:val="00CB215D"/>
    <w:rsid w:val="00CB22E8"/>
    <w:rsid w:val="00CB36E7"/>
    <w:rsid w:val="00CB404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F0D"/>
    <w:rsid w:val="00CB7134"/>
    <w:rsid w:val="00CB73E2"/>
    <w:rsid w:val="00CB7460"/>
    <w:rsid w:val="00CB76C5"/>
    <w:rsid w:val="00CB7924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54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5DC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0DC8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553"/>
    <w:rsid w:val="00D37B77"/>
    <w:rsid w:val="00D37E7E"/>
    <w:rsid w:val="00D40835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3F29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E46"/>
    <w:rsid w:val="00D61368"/>
    <w:rsid w:val="00D61E85"/>
    <w:rsid w:val="00D620E8"/>
    <w:rsid w:val="00D62273"/>
    <w:rsid w:val="00D62EE7"/>
    <w:rsid w:val="00D633C3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671BB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CC7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87"/>
    <w:rsid w:val="00D84F43"/>
    <w:rsid w:val="00D856E9"/>
    <w:rsid w:val="00D859E3"/>
    <w:rsid w:val="00D85DBD"/>
    <w:rsid w:val="00D85F90"/>
    <w:rsid w:val="00D861C4"/>
    <w:rsid w:val="00D86737"/>
    <w:rsid w:val="00D86A11"/>
    <w:rsid w:val="00D87011"/>
    <w:rsid w:val="00D870EF"/>
    <w:rsid w:val="00D87B72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0C4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B034B"/>
    <w:rsid w:val="00DB05D7"/>
    <w:rsid w:val="00DB09E0"/>
    <w:rsid w:val="00DB0FB2"/>
    <w:rsid w:val="00DB122B"/>
    <w:rsid w:val="00DB13BA"/>
    <w:rsid w:val="00DB2193"/>
    <w:rsid w:val="00DB29C6"/>
    <w:rsid w:val="00DB391F"/>
    <w:rsid w:val="00DB45AC"/>
    <w:rsid w:val="00DB50CC"/>
    <w:rsid w:val="00DB56AD"/>
    <w:rsid w:val="00DB58C1"/>
    <w:rsid w:val="00DB5FEF"/>
    <w:rsid w:val="00DB606F"/>
    <w:rsid w:val="00DB623F"/>
    <w:rsid w:val="00DB653C"/>
    <w:rsid w:val="00DB6DA9"/>
    <w:rsid w:val="00DB7510"/>
    <w:rsid w:val="00DB7820"/>
    <w:rsid w:val="00DC06E2"/>
    <w:rsid w:val="00DC08B3"/>
    <w:rsid w:val="00DC1556"/>
    <w:rsid w:val="00DC1A88"/>
    <w:rsid w:val="00DC1ADD"/>
    <w:rsid w:val="00DC1C02"/>
    <w:rsid w:val="00DC222B"/>
    <w:rsid w:val="00DC231C"/>
    <w:rsid w:val="00DC2469"/>
    <w:rsid w:val="00DC2693"/>
    <w:rsid w:val="00DC2B9C"/>
    <w:rsid w:val="00DC3510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18F"/>
    <w:rsid w:val="00DC79A9"/>
    <w:rsid w:val="00DC7D98"/>
    <w:rsid w:val="00DC7EF8"/>
    <w:rsid w:val="00DD03E7"/>
    <w:rsid w:val="00DD0813"/>
    <w:rsid w:val="00DD0930"/>
    <w:rsid w:val="00DD0A6D"/>
    <w:rsid w:val="00DD0B65"/>
    <w:rsid w:val="00DD18FE"/>
    <w:rsid w:val="00DD366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5B8"/>
    <w:rsid w:val="00DD78D9"/>
    <w:rsid w:val="00DD7C6A"/>
    <w:rsid w:val="00DD7DD2"/>
    <w:rsid w:val="00DD7F04"/>
    <w:rsid w:val="00DE035A"/>
    <w:rsid w:val="00DE129E"/>
    <w:rsid w:val="00DE152C"/>
    <w:rsid w:val="00DE1655"/>
    <w:rsid w:val="00DE1AD5"/>
    <w:rsid w:val="00DE20EC"/>
    <w:rsid w:val="00DE2300"/>
    <w:rsid w:val="00DE278A"/>
    <w:rsid w:val="00DE28CC"/>
    <w:rsid w:val="00DE2CD2"/>
    <w:rsid w:val="00DE307B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07F3"/>
    <w:rsid w:val="00DF0E75"/>
    <w:rsid w:val="00DF1036"/>
    <w:rsid w:val="00DF17A3"/>
    <w:rsid w:val="00DF1A7B"/>
    <w:rsid w:val="00DF1E0F"/>
    <w:rsid w:val="00DF1EC9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E43"/>
    <w:rsid w:val="00E001BE"/>
    <w:rsid w:val="00E0021E"/>
    <w:rsid w:val="00E0084C"/>
    <w:rsid w:val="00E00A38"/>
    <w:rsid w:val="00E00B33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35B"/>
    <w:rsid w:val="00E0657C"/>
    <w:rsid w:val="00E06A60"/>
    <w:rsid w:val="00E06BC6"/>
    <w:rsid w:val="00E078EB"/>
    <w:rsid w:val="00E07A9D"/>
    <w:rsid w:val="00E07C29"/>
    <w:rsid w:val="00E10632"/>
    <w:rsid w:val="00E11122"/>
    <w:rsid w:val="00E114F6"/>
    <w:rsid w:val="00E11585"/>
    <w:rsid w:val="00E12000"/>
    <w:rsid w:val="00E12179"/>
    <w:rsid w:val="00E121AD"/>
    <w:rsid w:val="00E121B3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71"/>
    <w:rsid w:val="00E17FB5"/>
    <w:rsid w:val="00E20528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CDD"/>
    <w:rsid w:val="00E23EAF"/>
    <w:rsid w:val="00E23F1E"/>
    <w:rsid w:val="00E248AE"/>
    <w:rsid w:val="00E250A2"/>
    <w:rsid w:val="00E25610"/>
    <w:rsid w:val="00E259B8"/>
    <w:rsid w:val="00E25EDF"/>
    <w:rsid w:val="00E25EE8"/>
    <w:rsid w:val="00E263ED"/>
    <w:rsid w:val="00E26642"/>
    <w:rsid w:val="00E26ABC"/>
    <w:rsid w:val="00E26CAA"/>
    <w:rsid w:val="00E27542"/>
    <w:rsid w:val="00E279AF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3CC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479CF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0AF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648"/>
    <w:rsid w:val="00E71AAD"/>
    <w:rsid w:val="00E7292F"/>
    <w:rsid w:val="00E73171"/>
    <w:rsid w:val="00E73859"/>
    <w:rsid w:val="00E73907"/>
    <w:rsid w:val="00E73977"/>
    <w:rsid w:val="00E73D87"/>
    <w:rsid w:val="00E74A32"/>
    <w:rsid w:val="00E74AF8"/>
    <w:rsid w:val="00E74DE2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F1"/>
    <w:rsid w:val="00E856AB"/>
    <w:rsid w:val="00E860A1"/>
    <w:rsid w:val="00E860BD"/>
    <w:rsid w:val="00E86360"/>
    <w:rsid w:val="00E86616"/>
    <w:rsid w:val="00E8667A"/>
    <w:rsid w:val="00E86C2B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2B27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699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C94"/>
    <w:rsid w:val="00ED5F89"/>
    <w:rsid w:val="00ED6B1C"/>
    <w:rsid w:val="00ED75AE"/>
    <w:rsid w:val="00ED76AF"/>
    <w:rsid w:val="00ED7BB5"/>
    <w:rsid w:val="00EE041A"/>
    <w:rsid w:val="00EE06AC"/>
    <w:rsid w:val="00EE0D25"/>
    <w:rsid w:val="00EE152C"/>
    <w:rsid w:val="00EE157B"/>
    <w:rsid w:val="00EE1775"/>
    <w:rsid w:val="00EE1BF8"/>
    <w:rsid w:val="00EE1C77"/>
    <w:rsid w:val="00EE1CC4"/>
    <w:rsid w:val="00EE2036"/>
    <w:rsid w:val="00EE250D"/>
    <w:rsid w:val="00EE3505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7EB"/>
    <w:rsid w:val="00F05B12"/>
    <w:rsid w:val="00F05FE9"/>
    <w:rsid w:val="00F0602F"/>
    <w:rsid w:val="00F0617A"/>
    <w:rsid w:val="00F0619D"/>
    <w:rsid w:val="00F06760"/>
    <w:rsid w:val="00F0696F"/>
    <w:rsid w:val="00F072A1"/>
    <w:rsid w:val="00F07450"/>
    <w:rsid w:val="00F07BBF"/>
    <w:rsid w:val="00F07E2C"/>
    <w:rsid w:val="00F1007D"/>
    <w:rsid w:val="00F100C2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4069"/>
    <w:rsid w:val="00F142EC"/>
    <w:rsid w:val="00F143FE"/>
    <w:rsid w:val="00F1449F"/>
    <w:rsid w:val="00F14834"/>
    <w:rsid w:val="00F14B58"/>
    <w:rsid w:val="00F14F86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DE6"/>
    <w:rsid w:val="00F23E4B"/>
    <w:rsid w:val="00F23F9C"/>
    <w:rsid w:val="00F24390"/>
    <w:rsid w:val="00F246D8"/>
    <w:rsid w:val="00F24867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9B1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3C81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25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92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A8F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54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591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C7"/>
    <w:rsid w:val="00F86556"/>
    <w:rsid w:val="00F86ACA"/>
    <w:rsid w:val="00F86B61"/>
    <w:rsid w:val="00F86BF6"/>
    <w:rsid w:val="00F871C4"/>
    <w:rsid w:val="00F87B8E"/>
    <w:rsid w:val="00F87D54"/>
    <w:rsid w:val="00F87EBE"/>
    <w:rsid w:val="00F900CD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10"/>
    <w:rsid w:val="00F94742"/>
    <w:rsid w:val="00F94755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40AF"/>
    <w:rsid w:val="00FB43D0"/>
    <w:rsid w:val="00FB4576"/>
    <w:rsid w:val="00FB4965"/>
    <w:rsid w:val="00FB4CFD"/>
    <w:rsid w:val="00FB4D20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3CEC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0FE3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  <w:rsid w:val="0EB87E36"/>
    <w:rsid w:val="1EFF4604"/>
    <w:rsid w:val="2A866798"/>
    <w:rsid w:val="34B33FD0"/>
    <w:rsid w:val="35713833"/>
    <w:rsid w:val="439F3684"/>
    <w:rsid w:val="475B2765"/>
    <w:rsid w:val="48CC7E06"/>
    <w:rsid w:val="4D0253A2"/>
    <w:rsid w:val="506E3D52"/>
    <w:rsid w:val="51DD2CD3"/>
    <w:rsid w:val="51FF62DB"/>
    <w:rsid w:val="5BB92814"/>
    <w:rsid w:val="61D93CFF"/>
    <w:rsid w:val="63225685"/>
    <w:rsid w:val="70B67CEF"/>
    <w:rsid w:val="720C02A6"/>
    <w:rsid w:val="730A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011"/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87011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semiHidden/>
    <w:rsid w:val="00F77CD7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D870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701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870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701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D8701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D87011"/>
    <w:rPr>
      <w:sz w:val="28"/>
    </w:rPr>
  </w:style>
  <w:style w:type="paragraph" w:customStyle="1" w:styleId="20">
    <w:name w:val="Основной текст (2)"/>
    <w:basedOn w:val="Normal"/>
    <w:link w:val="2"/>
    <w:uiPriority w:val="99"/>
    <w:rsid w:val="00D87011"/>
    <w:pPr>
      <w:widowControl w:val="0"/>
      <w:shd w:val="clear" w:color="auto" w:fill="FFFFFF"/>
      <w:spacing w:before="360" w:after="720" w:line="240" w:lineRule="atLeast"/>
      <w:jc w:val="both"/>
    </w:pPr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947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4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420</Words>
  <Characters>2395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777</cp:lastModifiedBy>
  <cp:revision>24</cp:revision>
  <cp:lastPrinted>2020-03-26T07:52:00Z</cp:lastPrinted>
  <dcterms:created xsi:type="dcterms:W3CDTF">2015-03-23T07:47:00Z</dcterms:created>
  <dcterms:modified xsi:type="dcterms:W3CDTF">2021-05-17T08:56:00Z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